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80D71" w14:textId="77777777" w:rsidR="00185612" w:rsidRDefault="00185612" w:rsidP="00AA3835">
      <w:pPr>
        <w:spacing w:line="276" w:lineRule="auto"/>
        <w:ind w:left="708" w:hanging="708"/>
        <w:rPr>
          <w:rFonts w:cs="Arial"/>
          <w:b/>
        </w:rPr>
      </w:pPr>
      <w:bookmarkStart w:id="0" w:name="_Hlk187747519"/>
      <w:r w:rsidRPr="005D1ED1">
        <w:rPr>
          <w:rFonts w:cs="Arial"/>
          <w:b/>
        </w:rPr>
        <w:t>Urząd Marszałkowski Województwa Łódzkiego</w:t>
      </w:r>
    </w:p>
    <w:p w14:paraId="1D885D2D" w14:textId="77777777" w:rsidR="00FF6022" w:rsidRPr="00FF6022" w:rsidRDefault="00FF6022" w:rsidP="00FF6022">
      <w:pPr>
        <w:spacing w:line="276" w:lineRule="auto"/>
        <w:ind w:left="708" w:hanging="708"/>
        <w:rPr>
          <w:rFonts w:cs="Arial"/>
          <w:szCs w:val="20"/>
        </w:rPr>
      </w:pPr>
      <w:r w:rsidRPr="00FF6022">
        <w:rPr>
          <w:rFonts w:cs="Arial"/>
          <w:szCs w:val="20"/>
        </w:rPr>
        <w:t>Departament Infrastruktury</w:t>
      </w:r>
    </w:p>
    <w:p w14:paraId="136B58DF" w14:textId="77777777" w:rsidR="00185612" w:rsidRPr="00AA3835" w:rsidRDefault="00185612" w:rsidP="00AA3835">
      <w:pPr>
        <w:spacing w:line="276" w:lineRule="auto"/>
        <w:ind w:left="708" w:hanging="708"/>
        <w:rPr>
          <w:rFonts w:cs="Arial"/>
          <w:b/>
          <w:szCs w:val="20"/>
        </w:rPr>
      </w:pPr>
      <w:r w:rsidRPr="00AA3835">
        <w:rPr>
          <w:rFonts w:cs="Arial"/>
          <w:szCs w:val="20"/>
        </w:rPr>
        <w:t xml:space="preserve">al. Piłsudskiego </w:t>
      </w:r>
      <w:r w:rsidR="00FF6022">
        <w:rPr>
          <w:rFonts w:cs="Arial"/>
          <w:szCs w:val="20"/>
        </w:rPr>
        <w:t>12</w:t>
      </w:r>
      <w:r w:rsidRPr="00AA3835">
        <w:rPr>
          <w:rFonts w:cs="Arial"/>
          <w:szCs w:val="20"/>
        </w:rPr>
        <w:t>, 90-051 Łódź, tel. /+48/ 42 </w:t>
      </w:r>
      <w:r w:rsidR="00FF6022">
        <w:rPr>
          <w:rFonts w:cs="Arial"/>
          <w:szCs w:val="20"/>
        </w:rPr>
        <w:t>663</w:t>
      </w:r>
      <w:r w:rsidRPr="00AA3835">
        <w:rPr>
          <w:rFonts w:cs="Arial"/>
          <w:szCs w:val="20"/>
        </w:rPr>
        <w:t xml:space="preserve"> </w:t>
      </w:r>
      <w:r w:rsidR="00FF6022">
        <w:rPr>
          <w:rFonts w:cs="Arial"/>
          <w:szCs w:val="20"/>
        </w:rPr>
        <w:t>31</w:t>
      </w:r>
      <w:r w:rsidRPr="00AA3835">
        <w:rPr>
          <w:rFonts w:cs="Arial"/>
          <w:szCs w:val="20"/>
        </w:rPr>
        <w:t xml:space="preserve"> </w:t>
      </w:r>
      <w:r w:rsidR="00FF6022">
        <w:rPr>
          <w:rFonts w:cs="Arial"/>
          <w:szCs w:val="20"/>
        </w:rPr>
        <w:t>50</w:t>
      </w:r>
      <w:r w:rsidRPr="00AA3835">
        <w:rPr>
          <w:rFonts w:cs="Arial"/>
          <w:szCs w:val="20"/>
        </w:rPr>
        <w:t xml:space="preserve">, </w:t>
      </w:r>
      <w:r w:rsidRPr="00AA3835">
        <w:rPr>
          <w:rFonts w:cs="Arial"/>
          <w:color w:val="000000"/>
          <w:szCs w:val="20"/>
        </w:rPr>
        <w:t xml:space="preserve">e-mail: </w:t>
      </w:r>
      <w:r w:rsidR="00FF6022" w:rsidRPr="00FF6022">
        <w:rPr>
          <w:rFonts w:cs="Arial"/>
          <w:color w:val="000000"/>
          <w:szCs w:val="20"/>
        </w:rPr>
        <w:t>infrastruktura@lodzkie.pl</w:t>
      </w:r>
    </w:p>
    <w:bookmarkEnd w:id="0"/>
    <w:p w14:paraId="183D2E78" w14:textId="77777777" w:rsidR="00185612" w:rsidRDefault="00185612" w:rsidP="00185612">
      <w:pPr>
        <w:rPr>
          <w:rFonts w:cs="Arial"/>
          <w:szCs w:val="20"/>
        </w:rPr>
      </w:pPr>
    </w:p>
    <w:p w14:paraId="07ACDB09" w14:textId="77777777" w:rsidR="00CE13F2" w:rsidRPr="00CE13F2" w:rsidRDefault="001E4209" w:rsidP="00CE13F2">
      <w:pPr>
        <w:tabs>
          <w:tab w:val="left" w:pos="5400"/>
        </w:tabs>
        <w:rPr>
          <w:rFonts w:cs="Arial"/>
          <w:szCs w:val="20"/>
        </w:rPr>
      </w:pPr>
      <w:r w:rsidRPr="001E4209">
        <w:rPr>
          <w:rFonts w:cs="Arial"/>
          <w:szCs w:val="20"/>
        </w:rPr>
        <w:t>IFVI.8063.1.2023</w:t>
      </w:r>
    </w:p>
    <w:p w14:paraId="0D5B9501" w14:textId="77777777" w:rsidR="001C7194" w:rsidRDefault="001C7194" w:rsidP="00CE13F2">
      <w:pPr>
        <w:rPr>
          <w:rFonts w:cs="Arial"/>
          <w:szCs w:val="20"/>
        </w:rPr>
      </w:pPr>
    </w:p>
    <w:p w14:paraId="0D700BB4" w14:textId="77777777" w:rsidR="006F4CF1" w:rsidRPr="008A1796" w:rsidRDefault="006F4CF1" w:rsidP="008A1796">
      <w:pPr>
        <w:rPr>
          <w:rFonts w:cs="Arial"/>
          <w:szCs w:val="20"/>
        </w:rPr>
      </w:pPr>
    </w:p>
    <w:p w14:paraId="1E7D9EAE" w14:textId="77777777" w:rsidR="008A1796" w:rsidRDefault="008A1796" w:rsidP="006F4CF1">
      <w:pPr>
        <w:jc w:val="right"/>
        <w:rPr>
          <w:rFonts w:cs="Arial"/>
          <w:szCs w:val="20"/>
        </w:rPr>
      </w:pPr>
      <w:r w:rsidRPr="008A1796">
        <w:rPr>
          <w:rFonts w:cs="Arial"/>
          <w:szCs w:val="20"/>
        </w:rPr>
        <w:t>Załącznik nr 2</w:t>
      </w:r>
    </w:p>
    <w:p w14:paraId="543D4C15" w14:textId="77777777" w:rsidR="006F4CF1" w:rsidRPr="008A1796" w:rsidRDefault="006F4CF1" w:rsidP="006F4CF1">
      <w:pPr>
        <w:jc w:val="right"/>
        <w:rPr>
          <w:rFonts w:cs="Arial"/>
          <w:szCs w:val="20"/>
        </w:rPr>
      </w:pPr>
    </w:p>
    <w:p w14:paraId="4E9C976C" w14:textId="77777777" w:rsidR="008A1796" w:rsidRDefault="008A1796" w:rsidP="006F4CF1">
      <w:pPr>
        <w:jc w:val="center"/>
        <w:rPr>
          <w:rFonts w:cs="Arial"/>
          <w:b/>
          <w:szCs w:val="20"/>
        </w:rPr>
      </w:pPr>
      <w:r w:rsidRPr="006F4CF1">
        <w:rPr>
          <w:rFonts w:cs="Arial"/>
          <w:b/>
          <w:szCs w:val="20"/>
        </w:rPr>
        <w:t>OŚWIADCZENIE O SPEŁNIANIU WARUNKÓW UDZIAŁU WE WSTĘPNYCH KONSULTACJACH RYNKOWYCH</w:t>
      </w:r>
    </w:p>
    <w:p w14:paraId="6869E33F" w14:textId="77777777" w:rsidR="008F52E6" w:rsidRPr="006F4CF1" w:rsidRDefault="008F52E6" w:rsidP="006F4CF1">
      <w:pPr>
        <w:jc w:val="center"/>
        <w:rPr>
          <w:rFonts w:cs="Arial"/>
          <w:b/>
          <w:szCs w:val="20"/>
        </w:rPr>
      </w:pPr>
    </w:p>
    <w:p w14:paraId="413FDFFF" w14:textId="77777777" w:rsidR="008A1796" w:rsidRPr="008A1796" w:rsidRDefault="008A1796" w:rsidP="008A1796">
      <w:pPr>
        <w:rPr>
          <w:rFonts w:cs="Arial"/>
          <w:szCs w:val="20"/>
        </w:rPr>
      </w:pPr>
      <w:r w:rsidRPr="008A1796">
        <w:rPr>
          <w:rFonts w:cs="Arial"/>
          <w:szCs w:val="20"/>
        </w:rPr>
        <w:t xml:space="preserve">Oświadczam/y, że spełniam/y warunki określone w Ogłoszeniu o Wstępnych Konsultacjach Rynkowych w ramach przygotowania postępowania o udzielenie zamówienia obejmującego </w:t>
      </w:r>
      <w:bookmarkStart w:id="1" w:name="_Hlk191559681"/>
      <w:r w:rsidR="00C67135" w:rsidRPr="008E4209">
        <w:rPr>
          <w:rFonts w:cs="Arial"/>
          <w:szCs w:val="20"/>
        </w:rPr>
        <w:t>opracowanie Studium Wykonalności dla potrzeb ubiegania się o środki UE na zakup elektrycznych zespołów trakcyjnych</w:t>
      </w:r>
      <w:bookmarkEnd w:id="1"/>
      <w:r w:rsidR="00C67135">
        <w:rPr>
          <w:rFonts w:cs="Arial"/>
          <w:szCs w:val="20"/>
        </w:rPr>
        <w:t>.</w:t>
      </w:r>
    </w:p>
    <w:p w14:paraId="4A8119FF" w14:textId="77777777" w:rsidR="00C67135" w:rsidRDefault="00C67135" w:rsidP="008A1796">
      <w:pPr>
        <w:rPr>
          <w:rFonts w:cs="Arial"/>
          <w:szCs w:val="20"/>
        </w:rPr>
      </w:pPr>
    </w:p>
    <w:p w14:paraId="55CF15BD" w14:textId="77777777" w:rsidR="00C67135" w:rsidRDefault="00C67135" w:rsidP="008A1796">
      <w:pPr>
        <w:rPr>
          <w:rFonts w:cs="Arial"/>
          <w:szCs w:val="20"/>
        </w:rPr>
      </w:pPr>
    </w:p>
    <w:p w14:paraId="0481E628" w14:textId="77777777" w:rsidR="008A1796" w:rsidRPr="008A1796" w:rsidRDefault="008A1796" w:rsidP="008A1796">
      <w:pPr>
        <w:rPr>
          <w:rFonts w:cs="Arial"/>
          <w:szCs w:val="20"/>
        </w:rPr>
      </w:pPr>
      <w:r w:rsidRPr="008A1796">
        <w:rPr>
          <w:rFonts w:cs="Arial"/>
          <w:szCs w:val="20"/>
        </w:rPr>
        <w:t xml:space="preserve">Na potwierdzenie powyższego, przedstawiam/y następujące zestawienie zrealizowanych/realizowanych </w:t>
      </w:r>
      <w:r w:rsidR="00E40361">
        <w:rPr>
          <w:rFonts w:cs="Arial"/>
          <w:szCs w:val="20"/>
        </w:rPr>
        <w:t>usług</w:t>
      </w:r>
      <w:r w:rsidRPr="008A1796">
        <w:rPr>
          <w:rFonts w:cs="Arial"/>
          <w:szCs w:val="20"/>
        </w:rPr>
        <w:t xml:space="preserve">: </w:t>
      </w:r>
    </w:p>
    <w:p w14:paraId="06672EA1" w14:textId="77777777" w:rsidR="008A1796" w:rsidRDefault="008A1796" w:rsidP="008A1796">
      <w:pPr>
        <w:rPr>
          <w:rFonts w:cs="Arial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003"/>
        <w:gridCol w:w="3003"/>
        <w:gridCol w:w="3003"/>
      </w:tblGrid>
      <w:tr w:rsidR="00C67135" w14:paraId="783ABF4C" w14:textId="77777777" w:rsidTr="00726A64">
        <w:tc>
          <w:tcPr>
            <w:tcW w:w="704" w:type="dxa"/>
            <w:vAlign w:val="center"/>
          </w:tcPr>
          <w:p w14:paraId="3F747C67" w14:textId="77777777" w:rsidR="00C67135" w:rsidRDefault="00C67135" w:rsidP="00726A64">
            <w:pPr>
              <w:pStyle w:val="TABELA"/>
              <w:jc w:val="center"/>
            </w:pPr>
            <w:r>
              <w:t>Lp.</w:t>
            </w:r>
          </w:p>
        </w:tc>
        <w:tc>
          <w:tcPr>
            <w:tcW w:w="3003" w:type="dxa"/>
            <w:vAlign w:val="center"/>
          </w:tcPr>
          <w:p w14:paraId="72D551CF" w14:textId="77777777" w:rsidR="00C67135" w:rsidRDefault="000E366A" w:rsidP="000E366A">
            <w:pPr>
              <w:pStyle w:val="TABELA"/>
              <w:jc w:val="center"/>
            </w:pPr>
            <w:r>
              <w:t>Usługa dotyczyła</w:t>
            </w:r>
            <w:r w:rsidR="00C67135" w:rsidRPr="008A1796">
              <w:t>*</w:t>
            </w:r>
          </w:p>
        </w:tc>
        <w:tc>
          <w:tcPr>
            <w:tcW w:w="3003" w:type="dxa"/>
            <w:vAlign w:val="center"/>
          </w:tcPr>
          <w:p w14:paraId="7CB05C98" w14:textId="77777777" w:rsidR="00C67135" w:rsidRDefault="00C67135" w:rsidP="00726A64">
            <w:pPr>
              <w:pStyle w:val="TABELA"/>
              <w:jc w:val="center"/>
            </w:pPr>
            <w:r w:rsidRPr="008A1796">
              <w:t>Odbiorca</w:t>
            </w:r>
          </w:p>
          <w:p w14:paraId="14DD30BA" w14:textId="77777777" w:rsidR="00C67135" w:rsidRPr="00C67135" w:rsidRDefault="00C67135" w:rsidP="00726A64">
            <w:pPr>
              <w:pStyle w:val="TABELA"/>
              <w:jc w:val="center"/>
              <w:rPr>
                <w:i/>
              </w:rPr>
            </w:pPr>
            <w:r w:rsidRPr="00C67135">
              <w:rPr>
                <w:i/>
              </w:rPr>
              <w:t>(firma, siedziba, adres, tel.)</w:t>
            </w:r>
          </w:p>
        </w:tc>
        <w:tc>
          <w:tcPr>
            <w:tcW w:w="3003" w:type="dxa"/>
            <w:vAlign w:val="center"/>
          </w:tcPr>
          <w:p w14:paraId="04A30CA4" w14:textId="77777777" w:rsidR="00C67135" w:rsidRDefault="00C67135" w:rsidP="00726A64">
            <w:pPr>
              <w:pStyle w:val="TABELA"/>
              <w:jc w:val="center"/>
            </w:pPr>
            <w:r w:rsidRPr="008A1796">
              <w:t>Terminy realizacji</w:t>
            </w:r>
          </w:p>
          <w:p w14:paraId="7E28A479" w14:textId="77777777" w:rsidR="00C67135" w:rsidRPr="00C67135" w:rsidRDefault="00C67135" w:rsidP="00726A64">
            <w:pPr>
              <w:pStyle w:val="TABELA"/>
              <w:jc w:val="center"/>
              <w:rPr>
                <w:i/>
              </w:rPr>
            </w:pPr>
            <w:r w:rsidRPr="00C67135">
              <w:rPr>
                <w:i/>
              </w:rPr>
              <w:t xml:space="preserve">(od </w:t>
            </w:r>
            <w:proofErr w:type="spellStart"/>
            <w:r w:rsidRPr="00C67135">
              <w:rPr>
                <w:i/>
              </w:rPr>
              <w:t>dd</w:t>
            </w:r>
            <w:proofErr w:type="spellEnd"/>
            <w:r w:rsidRPr="00C67135">
              <w:rPr>
                <w:i/>
              </w:rPr>
              <w:t>/mm/</w:t>
            </w:r>
            <w:proofErr w:type="spellStart"/>
            <w:r w:rsidRPr="00C67135">
              <w:rPr>
                <w:i/>
              </w:rPr>
              <w:t>rrrr</w:t>
            </w:r>
            <w:proofErr w:type="spellEnd"/>
            <w:r w:rsidRPr="00C67135">
              <w:rPr>
                <w:i/>
              </w:rPr>
              <w:t xml:space="preserve"> do </w:t>
            </w:r>
            <w:proofErr w:type="spellStart"/>
            <w:r w:rsidRPr="00C67135">
              <w:rPr>
                <w:i/>
              </w:rPr>
              <w:t>dd</w:t>
            </w:r>
            <w:proofErr w:type="spellEnd"/>
            <w:r w:rsidRPr="00C67135">
              <w:rPr>
                <w:i/>
              </w:rPr>
              <w:t>/mm/</w:t>
            </w:r>
            <w:proofErr w:type="spellStart"/>
            <w:r w:rsidRPr="00C67135">
              <w:rPr>
                <w:i/>
              </w:rPr>
              <w:t>rrrr</w:t>
            </w:r>
            <w:proofErr w:type="spellEnd"/>
            <w:r w:rsidRPr="00C67135">
              <w:rPr>
                <w:i/>
              </w:rPr>
              <w:t>)</w:t>
            </w:r>
          </w:p>
        </w:tc>
      </w:tr>
      <w:tr w:rsidR="00C67135" w14:paraId="0EBB8B56" w14:textId="77777777" w:rsidTr="00726A64">
        <w:tc>
          <w:tcPr>
            <w:tcW w:w="704" w:type="dxa"/>
            <w:vAlign w:val="center"/>
          </w:tcPr>
          <w:p w14:paraId="00C9C4DE" w14:textId="77777777" w:rsidR="00C67135" w:rsidRDefault="00C67135" w:rsidP="00726A64">
            <w:pPr>
              <w:pStyle w:val="TABELA"/>
              <w:jc w:val="center"/>
            </w:pPr>
            <w:r>
              <w:t>1.</w:t>
            </w:r>
          </w:p>
        </w:tc>
        <w:tc>
          <w:tcPr>
            <w:tcW w:w="3003" w:type="dxa"/>
            <w:vAlign w:val="center"/>
          </w:tcPr>
          <w:p w14:paraId="57922EAC" w14:textId="77777777" w:rsidR="00C67135" w:rsidRDefault="00C67135" w:rsidP="00726A64">
            <w:pPr>
              <w:pStyle w:val="TABELA"/>
              <w:jc w:val="center"/>
            </w:pPr>
          </w:p>
        </w:tc>
        <w:tc>
          <w:tcPr>
            <w:tcW w:w="3003" w:type="dxa"/>
            <w:vAlign w:val="center"/>
          </w:tcPr>
          <w:p w14:paraId="1E1554E7" w14:textId="77777777" w:rsidR="00C67135" w:rsidRDefault="00C67135" w:rsidP="00726A64">
            <w:pPr>
              <w:pStyle w:val="TABELA"/>
              <w:jc w:val="center"/>
            </w:pPr>
          </w:p>
        </w:tc>
        <w:tc>
          <w:tcPr>
            <w:tcW w:w="3003" w:type="dxa"/>
            <w:vAlign w:val="center"/>
          </w:tcPr>
          <w:p w14:paraId="3366EDBF" w14:textId="77777777" w:rsidR="00C67135" w:rsidRDefault="00C67135" w:rsidP="00726A64">
            <w:pPr>
              <w:pStyle w:val="TABELA"/>
              <w:jc w:val="center"/>
            </w:pPr>
          </w:p>
        </w:tc>
      </w:tr>
      <w:tr w:rsidR="00C67135" w14:paraId="5910E14E" w14:textId="77777777" w:rsidTr="00726A64">
        <w:tc>
          <w:tcPr>
            <w:tcW w:w="704" w:type="dxa"/>
            <w:vAlign w:val="center"/>
          </w:tcPr>
          <w:p w14:paraId="4BDD18A4" w14:textId="77777777" w:rsidR="00C67135" w:rsidRDefault="00C67135" w:rsidP="00726A64">
            <w:pPr>
              <w:pStyle w:val="TABELA"/>
              <w:jc w:val="center"/>
            </w:pPr>
            <w:r>
              <w:t>2.</w:t>
            </w:r>
          </w:p>
        </w:tc>
        <w:tc>
          <w:tcPr>
            <w:tcW w:w="3003" w:type="dxa"/>
            <w:vAlign w:val="center"/>
          </w:tcPr>
          <w:p w14:paraId="7C072078" w14:textId="77777777" w:rsidR="00C67135" w:rsidRDefault="00C67135" w:rsidP="00726A64">
            <w:pPr>
              <w:pStyle w:val="TABELA"/>
              <w:jc w:val="center"/>
            </w:pPr>
          </w:p>
        </w:tc>
        <w:tc>
          <w:tcPr>
            <w:tcW w:w="3003" w:type="dxa"/>
            <w:vAlign w:val="center"/>
          </w:tcPr>
          <w:p w14:paraId="38759414" w14:textId="77777777" w:rsidR="00C67135" w:rsidRDefault="00C67135" w:rsidP="00726A64">
            <w:pPr>
              <w:pStyle w:val="TABELA"/>
              <w:jc w:val="center"/>
            </w:pPr>
          </w:p>
        </w:tc>
        <w:tc>
          <w:tcPr>
            <w:tcW w:w="3003" w:type="dxa"/>
            <w:vAlign w:val="center"/>
          </w:tcPr>
          <w:p w14:paraId="11BEA01B" w14:textId="77777777" w:rsidR="00C67135" w:rsidRDefault="00C67135" w:rsidP="00726A64">
            <w:pPr>
              <w:pStyle w:val="TABELA"/>
              <w:jc w:val="center"/>
            </w:pPr>
          </w:p>
        </w:tc>
      </w:tr>
      <w:tr w:rsidR="00C67135" w14:paraId="255B5610" w14:textId="77777777" w:rsidTr="00726A64">
        <w:tc>
          <w:tcPr>
            <w:tcW w:w="704" w:type="dxa"/>
            <w:vAlign w:val="center"/>
          </w:tcPr>
          <w:p w14:paraId="77A061B2" w14:textId="77777777" w:rsidR="00C67135" w:rsidRDefault="00C67135" w:rsidP="00726A64">
            <w:pPr>
              <w:pStyle w:val="TABELA"/>
              <w:jc w:val="center"/>
            </w:pPr>
            <w:r>
              <w:t>3.</w:t>
            </w:r>
          </w:p>
        </w:tc>
        <w:tc>
          <w:tcPr>
            <w:tcW w:w="3003" w:type="dxa"/>
            <w:vAlign w:val="center"/>
          </w:tcPr>
          <w:p w14:paraId="5ED0ED3D" w14:textId="77777777" w:rsidR="00C67135" w:rsidRDefault="00C67135" w:rsidP="00726A64">
            <w:pPr>
              <w:pStyle w:val="TABELA"/>
              <w:jc w:val="center"/>
            </w:pPr>
          </w:p>
        </w:tc>
        <w:tc>
          <w:tcPr>
            <w:tcW w:w="3003" w:type="dxa"/>
            <w:vAlign w:val="center"/>
          </w:tcPr>
          <w:p w14:paraId="102A1581" w14:textId="77777777" w:rsidR="00C67135" w:rsidRDefault="00C67135" w:rsidP="00726A64">
            <w:pPr>
              <w:pStyle w:val="TABELA"/>
              <w:jc w:val="center"/>
            </w:pPr>
          </w:p>
        </w:tc>
        <w:tc>
          <w:tcPr>
            <w:tcW w:w="3003" w:type="dxa"/>
            <w:vAlign w:val="center"/>
          </w:tcPr>
          <w:p w14:paraId="3987AF42" w14:textId="77777777" w:rsidR="00C67135" w:rsidRDefault="00C67135" w:rsidP="00726A64">
            <w:pPr>
              <w:pStyle w:val="TABELA"/>
              <w:jc w:val="center"/>
            </w:pPr>
          </w:p>
        </w:tc>
      </w:tr>
    </w:tbl>
    <w:p w14:paraId="3C016A8C" w14:textId="77777777" w:rsidR="00C67135" w:rsidRDefault="00C67135" w:rsidP="008A1796">
      <w:pPr>
        <w:rPr>
          <w:rFonts w:cs="Arial"/>
          <w:szCs w:val="20"/>
        </w:rPr>
      </w:pPr>
    </w:p>
    <w:p w14:paraId="1D614252" w14:textId="0EB696ED" w:rsidR="008A1796" w:rsidRDefault="008A1796" w:rsidP="00726A64">
      <w:pPr>
        <w:pStyle w:val="TABELA"/>
      </w:pPr>
      <w:r w:rsidRPr="008A1796">
        <w:t xml:space="preserve">* Należy wskazać konkretny zakres rzeczowy każdej </w:t>
      </w:r>
      <w:r w:rsidR="000E366A">
        <w:t>usługi</w:t>
      </w:r>
      <w:r w:rsidRPr="008A1796">
        <w:t xml:space="preserve">. </w:t>
      </w:r>
      <w:r w:rsidR="000E366A">
        <w:t>Usługa</w:t>
      </w:r>
      <w:r w:rsidRPr="008A1796">
        <w:t xml:space="preserve">, której przedmiot zostanie opisany w sposób nie pozwalający ocenić Zamawiającemu spełnienia warunku określonego w pkt </w:t>
      </w:r>
      <w:r w:rsidR="00D16E66">
        <w:t>4</w:t>
      </w:r>
      <w:r w:rsidRPr="008A1796">
        <w:t>.2 Ogłoszenia nie będzie brana pod uwagę przy ocenie wniosku.</w:t>
      </w:r>
      <w:r w:rsidR="000E366A">
        <w:t xml:space="preserve"> </w:t>
      </w:r>
      <w:r w:rsidR="000E366A" w:rsidRPr="000E366A">
        <w:t>Zamawiający dopuszcza możliwość uzupełniania dokumentów na potwierdzenie spełniania warunków udziału</w:t>
      </w:r>
      <w:r w:rsidR="000E366A" w:rsidRPr="000E366A">
        <w:rPr>
          <w:rFonts w:eastAsiaTheme="minorEastAsia" w:cstheme="minorBidi"/>
          <w:w w:val="100"/>
          <w:sz w:val="20"/>
        </w:rPr>
        <w:t xml:space="preserve"> </w:t>
      </w:r>
      <w:r w:rsidR="000E366A" w:rsidRPr="000E366A">
        <w:t>w Konsultacjach</w:t>
      </w:r>
      <w:r w:rsidR="000E366A">
        <w:t>.</w:t>
      </w:r>
    </w:p>
    <w:p w14:paraId="373A05E0" w14:textId="77777777" w:rsidR="00C67135" w:rsidRDefault="00C67135" w:rsidP="008A1796">
      <w:pPr>
        <w:rPr>
          <w:rFonts w:cs="Arial"/>
          <w:szCs w:val="20"/>
        </w:rPr>
      </w:pPr>
    </w:p>
    <w:p w14:paraId="48004428" w14:textId="77777777" w:rsidR="00726A64" w:rsidRDefault="00726A64" w:rsidP="008A1796">
      <w:pPr>
        <w:rPr>
          <w:rFonts w:cs="Arial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56"/>
        <w:gridCol w:w="4857"/>
      </w:tblGrid>
      <w:tr w:rsidR="00C67135" w14:paraId="0027962C" w14:textId="77777777" w:rsidTr="00C67135">
        <w:trPr>
          <w:jc w:val="center"/>
        </w:trPr>
        <w:tc>
          <w:tcPr>
            <w:tcW w:w="4856" w:type="dxa"/>
            <w:vAlign w:val="center"/>
          </w:tcPr>
          <w:p w14:paraId="4D438DF1" w14:textId="77777777" w:rsidR="00C67135" w:rsidRDefault="00C67135" w:rsidP="00C67135">
            <w:pPr>
              <w:jc w:val="center"/>
              <w:rPr>
                <w:rFonts w:cs="Arial"/>
                <w:szCs w:val="20"/>
              </w:rPr>
            </w:pPr>
            <w:r w:rsidRPr="008A1796">
              <w:rPr>
                <w:rFonts w:cs="Arial"/>
                <w:szCs w:val="20"/>
              </w:rPr>
              <w:t>…………………………………</w:t>
            </w:r>
          </w:p>
        </w:tc>
        <w:tc>
          <w:tcPr>
            <w:tcW w:w="4857" w:type="dxa"/>
            <w:vAlign w:val="center"/>
          </w:tcPr>
          <w:p w14:paraId="33A94778" w14:textId="77777777" w:rsidR="00C67135" w:rsidRDefault="00C67135" w:rsidP="00C67135">
            <w:pPr>
              <w:jc w:val="center"/>
              <w:rPr>
                <w:rFonts w:cs="Arial"/>
                <w:szCs w:val="20"/>
              </w:rPr>
            </w:pPr>
            <w:r w:rsidRPr="008A1796">
              <w:rPr>
                <w:rFonts w:cs="Arial"/>
                <w:szCs w:val="20"/>
              </w:rPr>
              <w:t>………………………………………</w:t>
            </w:r>
          </w:p>
        </w:tc>
      </w:tr>
      <w:tr w:rsidR="00C67135" w14:paraId="77F0385D" w14:textId="77777777" w:rsidTr="00C67135">
        <w:trPr>
          <w:jc w:val="center"/>
        </w:trPr>
        <w:tc>
          <w:tcPr>
            <w:tcW w:w="4856" w:type="dxa"/>
            <w:vAlign w:val="center"/>
          </w:tcPr>
          <w:p w14:paraId="09B8C5B8" w14:textId="77777777" w:rsidR="00C67135" w:rsidRDefault="00C67135" w:rsidP="00C67135">
            <w:pPr>
              <w:jc w:val="center"/>
              <w:rPr>
                <w:rFonts w:cs="Arial"/>
                <w:szCs w:val="20"/>
              </w:rPr>
            </w:pPr>
            <w:r w:rsidRPr="008A1796">
              <w:rPr>
                <w:rFonts w:cs="Arial"/>
                <w:szCs w:val="20"/>
              </w:rPr>
              <w:t>(miejscowość, data)</w:t>
            </w:r>
          </w:p>
        </w:tc>
        <w:tc>
          <w:tcPr>
            <w:tcW w:w="4857" w:type="dxa"/>
            <w:vAlign w:val="center"/>
          </w:tcPr>
          <w:p w14:paraId="1085CC03" w14:textId="77777777" w:rsidR="00C67135" w:rsidRDefault="00C67135" w:rsidP="00C67135">
            <w:pPr>
              <w:jc w:val="center"/>
              <w:rPr>
                <w:rFonts w:cs="Arial"/>
                <w:szCs w:val="20"/>
              </w:rPr>
            </w:pPr>
            <w:r w:rsidRPr="008A1796">
              <w:rPr>
                <w:rFonts w:cs="Arial"/>
                <w:szCs w:val="20"/>
              </w:rPr>
              <w:t>(podpis osoby upoważnionej)</w:t>
            </w:r>
          </w:p>
        </w:tc>
      </w:tr>
    </w:tbl>
    <w:p w14:paraId="55AF3BF6" w14:textId="77777777" w:rsidR="008A1796" w:rsidRPr="00726A64" w:rsidRDefault="008A1796" w:rsidP="00726A64">
      <w:pPr>
        <w:spacing w:after="0" w:line="240" w:lineRule="auto"/>
        <w:rPr>
          <w:rFonts w:cs="Arial"/>
          <w:sz w:val="10"/>
          <w:szCs w:val="20"/>
        </w:rPr>
      </w:pPr>
    </w:p>
    <w:sectPr w:rsidR="008A1796" w:rsidRPr="00726A64" w:rsidSect="001970E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106" w:bottom="1701" w:left="1077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311E3" w14:textId="77777777" w:rsidR="002120CB" w:rsidRDefault="002120CB">
      <w:r>
        <w:separator/>
      </w:r>
    </w:p>
  </w:endnote>
  <w:endnote w:type="continuationSeparator" w:id="0">
    <w:p w14:paraId="7BDD588B" w14:textId="77777777" w:rsidR="002120CB" w:rsidRDefault="00212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76D02" w14:textId="77777777" w:rsidR="00002618" w:rsidRDefault="00282A96">
    <w:r>
      <w:rPr>
        <w:noProof/>
      </w:rPr>
      <w:drawing>
        <wp:inline distT="0" distB="0" distL="0" distR="0" wp14:anchorId="7C9D7A39" wp14:editId="4066E7D9">
          <wp:extent cx="6174105" cy="343535"/>
          <wp:effectExtent l="0" t="0" r="0" b="0"/>
          <wp:docPr id="2" name="Obraz 2" descr="Zasób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asób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4105" cy="343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A29B" w14:textId="77777777" w:rsidR="00002618" w:rsidRDefault="00282A96">
    <w:r>
      <w:rPr>
        <w:noProof/>
      </w:rPr>
      <w:drawing>
        <wp:inline distT="0" distB="0" distL="0" distR="0" wp14:anchorId="449CBBA5" wp14:editId="4BD78BFF">
          <wp:extent cx="4520565" cy="365760"/>
          <wp:effectExtent l="0" t="0" r="0" b="0"/>
          <wp:docPr id="1" name="Obraz 1" descr="Zasób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asób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05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99CE15" w14:textId="77777777" w:rsidR="009F6E97" w:rsidRDefault="009F6E97">
    <w:r>
      <w:rPr>
        <w:noProof/>
      </w:rPr>
      <w:drawing>
        <wp:anchor distT="0" distB="0" distL="114300" distR="114300" simplePos="0" relativeHeight="251656703" behindDoc="0" locked="0" layoutInCell="1" allowOverlap="1" wp14:anchorId="2722946C" wp14:editId="74A4C474">
          <wp:simplePos x="0" y="0"/>
          <wp:positionH relativeFrom="margin">
            <wp:align>center</wp:align>
          </wp:positionH>
          <wp:positionV relativeFrom="paragraph">
            <wp:posOffset>41646</wp:posOffset>
          </wp:positionV>
          <wp:extent cx="6272903" cy="720000"/>
          <wp:effectExtent l="0" t="0" r="0" b="444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TYP FEŁ2027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72903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83B0D4" w14:textId="77777777" w:rsidR="009F6E97" w:rsidRDefault="009F6E97"/>
  <w:p w14:paraId="6B238D81" w14:textId="77777777" w:rsidR="009F6E97" w:rsidRDefault="009F6E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FA1D5" w14:textId="77777777" w:rsidR="002120CB" w:rsidRDefault="002120CB">
      <w:r>
        <w:separator/>
      </w:r>
    </w:p>
  </w:footnote>
  <w:footnote w:type="continuationSeparator" w:id="0">
    <w:p w14:paraId="3A49B6F3" w14:textId="77777777" w:rsidR="002120CB" w:rsidRDefault="00212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55F4B" w14:textId="77777777" w:rsidR="006C5A9B" w:rsidRDefault="006C5A9B" w:rsidP="00B841D0">
    <w:pPr>
      <w:spacing w:after="120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0645F" w14:textId="77777777" w:rsidR="006C5A9B" w:rsidRPr="001970E1" w:rsidRDefault="00282A96" w:rsidP="00185612">
    <w:pPr>
      <w:ind w:left="708" w:firstLine="2892"/>
      <w:rPr>
        <w:rFonts w:cs="Arial"/>
        <w:b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46D95582" wp14:editId="1AB248BA">
          <wp:simplePos x="0" y="0"/>
          <wp:positionH relativeFrom="column">
            <wp:posOffset>0</wp:posOffset>
          </wp:positionH>
          <wp:positionV relativeFrom="paragraph">
            <wp:posOffset>-96520</wp:posOffset>
          </wp:positionV>
          <wp:extent cx="1943100" cy="505460"/>
          <wp:effectExtent l="0" t="0" r="0" b="0"/>
          <wp:wrapNone/>
          <wp:docPr id="29" name="Obraz 29" descr="lodzkie_kobro_kolor-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lodzkie_kobro_kolor-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5612" w:rsidRPr="001970E1">
      <w:rPr>
        <w:rFonts w:cs="Arial"/>
        <w:b/>
      </w:rPr>
      <w:t xml:space="preserve"> </w:t>
    </w:r>
  </w:p>
  <w:p w14:paraId="43276B8D" w14:textId="77777777" w:rsidR="00002618" w:rsidRDefault="00002618" w:rsidP="004A036C">
    <w:pPr>
      <w:tabs>
        <w:tab w:val="left" w:pos="1980"/>
      </w:tabs>
      <w:spacing w:after="120"/>
      <w:ind w:left="3261"/>
      <w:rPr>
        <w:rFonts w:cs="Arial"/>
        <w:sz w:val="18"/>
        <w:szCs w:val="18"/>
      </w:rPr>
    </w:pPr>
  </w:p>
  <w:p w14:paraId="5A55CE4C" w14:textId="77777777" w:rsidR="00002618" w:rsidRDefault="00002618" w:rsidP="004A036C">
    <w:pPr>
      <w:tabs>
        <w:tab w:val="left" w:pos="1980"/>
      </w:tabs>
      <w:spacing w:after="120"/>
      <w:ind w:left="3261"/>
      <w:rPr>
        <w:rFonts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9239F"/>
    <w:multiLevelType w:val="hybridMultilevel"/>
    <w:tmpl w:val="6FEE9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86617"/>
    <w:multiLevelType w:val="hybridMultilevel"/>
    <w:tmpl w:val="07D0240A"/>
    <w:lvl w:ilvl="0" w:tplc="4A1C9BC8">
      <w:start w:val="1"/>
      <w:numFmt w:val="decimal"/>
      <w:pStyle w:val="Lista123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4745A"/>
    <w:multiLevelType w:val="hybridMultilevel"/>
    <w:tmpl w:val="64208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64CD9"/>
    <w:multiLevelType w:val="hybridMultilevel"/>
    <w:tmpl w:val="E36A0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C030C"/>
    <w:multiLevelType w:val="hybridMultilevel"/>
    <w:tmpl w:val="2B8E3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4D1563"/>
    <w:multiLevelType w:val="hybridMultilevel"/>
    <w:tmpl w:val="FF9ED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45F46"/>
    <w:multiLevelType w:val="hybridMultilevel"/>
    <w:tmpl w:val="8D4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4463EE"/>
    <w:multiLevelType w:val="hybridMultilevel"/>
    <w:tmpl w:val="CEF65E42"/>
    <w:lvl w:ilvl="0" w:tplc="C394C218">
      <w:start w:val="1"/>
      <w:numFmt w:val="bullet"/>
      <w:pStyle w:val="listakropkow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6D1093"/>
    <w:multiLevelType w:val="hybridMultilevel"/>
    <w:tmpl w:val="62FE30CE"/>
    <w:lvl w:ilvl="0" w:tplc="12849B1A">
      <w:start w:val="1"/>
      <w:numFmt w:val="bullet"/>
      <w:pStyle w:val="podlistalistykropkowej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38F1272"/>
    <w:multiLevelType w:val="hybridMultilevel"/>
    <w:tmpl w:val="BB0AF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B34771"/>
    <w:multiLevelType w:val="hybridMultilevel"/>
    <w:tmpl w:val="E7A2F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B971FE"/>
    <w:multiLevelType w:val="hybridMultilevel"/>
    <w:tmpl w:val="F900404A"/>
    <w:lvl w:ilvl="0" w:tplc="4BDA59C0">
      <w:start w:val="1"/>
      <w:numFmt w:val="lowerLetter"/>
      <w:pStyle w:val="listaabc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5E254C"/>
    <w:multiLevelType w:val="multilevel"/>
    <w:tmpl w:val="7F78BB68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 w16cid:durableId="1847594182">
    <w:abstractNumId w:val="4"/>
  </w:num>
  <w:num w:numId="2" w16cid:durableId="101925226">
    <w:abstractNumId w:val="10"/>
  </w:num>
  <w:num w:numId="3" w16cid:durableId="2101948829">
    <w:abstractNumId w:val="0"/>
  </w:num>
  <w:num w:numId="4" w16cid:durableId="2051417053">
    <w:abstractNumId w:val="6"/>
  </w:num>
  <w:num w:numId="5" w16cid:durableId="383452284">
    <w:abstractNumId w:val="3"/>
  </w:num>
  <w:num w:numId="6" w16cid:durableId="2076853520">
    <w:abstractNumId w:val="5"/>
  </w:num>
  <w:num w:numId="7" w16cid:durableId="1397974810">
    <w:abstractNumId w:val="2"/>
  </w:num>
  <w:num w:numId="8" w16cid:durableId="1989362007">
    <w:abstractNumId w:val="9"/>
  </w:num>
  <w:num w:numId="9" w16cid:durableId="1582786727">
    <w:abstractNumId w:val="1"/>
  </w:num>
  <w:num w:numId="10" w16cid:durableId="2039744071">
    <w:abstractNumId w:val="11"/>
  </w:num>
  <w:num w:numId="11" w16cid:durableId="980501928">
    <w:abstractNumId w:val="7"/>
  </w:num>
  <w:num w:numId="12" w16cid:durableId="600643352">
    <w:abstractNumId w:val="12"/>
  </w:num>
  <w:num w:numId="13" w16cid:durableId="1185940911">
    <w:abstractNumId w:val="12"/>
  </w:num>
  <w:num w:numId="14" w16cid:durableId="1263682144">
    <w:abstractNumId w:val="12"/>
  </w:num>
  <w:num w:numId="15" w16cid:durableId="686836755">
    <w:abstractNumId w:val="12"/>
  </w:num>
  <w:num w:numId="16" w16cid:durableId="1736125399">
    <w:abstractNumId w:val="12"/>
  </w:num>
  <w:num w:numId="17" w16cid:durableId="1187134411">
    <w:abstractNumId w:val="12"/>
  </w:num>
  <w:num w:numId="18" w16cid:durableId="937982471">
    <w:abstractNumId w:val="12"/>
  </w:num>
  <w:num w:numId="19" w16cid:durableId="1075274971">
    <w:abstractNumId w:val="12"/>
  </w:num>
  <w:num w:numId="20" w16cid:durableId="1740596780">
    <w:abstractNumId w:val="12"/>
  </w:num>
  <w:num w:numId="21" w16cid:durableId="10661427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F2"/>
    <w:rsid w:val="00002618"/>
    <w:rsid w:val="00014503"/>
    <w:rsid w:val="00017AAA"/>
    <w:rsid w:val="0005254A"/>
    <w:rsid w:val="000545AB"/>
    <w:rsid w:val="00064045"/>
    <w:rsid w:val="0009154A"/>
    <w:rsid w:val="000B4B3A"/>
    <w:rsid w:val="000C3C4D"/>
    <w:rsid w:val="000C5994"/>
    <w:rsid w:val="000D44B8"/>
    <w:rsid w:val="000E366A"/>
    <w:rsid w:val="000E7AC5"/>
    <w:rsid w:val="000F6878"/>
    <w:rsid w:val="00104610"/>
    <w:rsid w:val="00107DCF"/>
    <w:rsid w:val="00131570"/>
    <w:rsid w:val="001641BC"/>
    <w:rsid w:val="00185612"/>
    <w:rsid w:val="00186743"/>
    <w:rsid w:val="001970E1"/>
    <w:rsid w:val="001A659C"/>
    <w:rsid w:val="001B631B"/>
    <w:rsid w:val="001C7194"/>
    <w:rsid w:val="001E4209"/>
    <w:rsid w:val="001F1A06"/>
    <w:rsid w:val="001F2D8C"/>
    <w:rsid w:val="00206E09"/>
    <w:rsid w:val="002120CB"/>
    <w:rsid w:val="00235E9F"/>
    <w:rsid w:val="00282A96"/>
    <w:rsid w:val="00297FCA"/>
    <w:rsid w:val="002C1CEA"/>
    <w:rsid w:val="002D396D"/>
    <w:rsid w:val="002E6046"/>
    <w:rsid w:val="002F4E72"/>
    <w:rsid w:val="003020CB"/>
    <w:rsid w:val="00304C3C"/>
    <w:rsid w:val="003060A1"/>
    <w:rsid w:val="0035317F"/>
    <w:rsid w:val="00387643"/>
    <w:rsid w:val="00396688"/>
    <w:rsid w:val="003E5B7A"/>
    <w:rsid w:val="004041D8"/>
    <w:rsid w:val="0042383E"/>
    <w:rsid w:val="004344CD"/>
    <w:rsid w:val="004636E4"/>
    <w:rsid w:val="0047025D"/>
    <w:rsid w:val="00484340"/>
    <w:rsid w:val="00485DC0"/>
    <w:rsid w:val="004916EA"/>
    <w:rsid w:val="004A036C"/>
    <w:rsid w:val="004A31CB"/>
    <w:rsid w:val="004A33D3"/>
    <w:rsid w:val="004E6C6B"/>
    <w:rsid w:val="005050BB"/>
    <w:rsid w:val="00507BA7"/>
    <w:rsid w:val="0051387D"/>
    <w:rsid w:val="00525B9C"/>
    <w:rsid w:val="00535034"/>
    <w:rsid w:val="00556E3C"/>
    <w:rsid w:val="0057037C"/>
    <w:rsid w:val="00582CC0"/>
    <w:rsid w:val="005843F9"/>
    <w:rsid w:val="00584EDC"/>
    <w:rsid w:val="005A75BA"/>
    <w:rsid w:val="005C195D"/>
    <w:rsid w:val="005D1ED1"/>
    <w:rsid w:val="005D3B2F"/>
    <w:rsid w:val="005E03A6"/>
    <w:rsid w:val="005F3063"/>
    <w:rsid w:val="006214C7"/>
    <w:rsid w:val="00622181"/>
    <w:rsid w:val="006245A7"/>
    <w:rsid w:val="006479C3"/>
    <w:rsid w:val="00655770"/>
    <w:rsid w:val="006A2B81"/>
    <w:rsid w:val="006A676F"/>
    <w:rsid w:val="006C4D6D"/>
    <w:rsid w:val="006C5A9B"/>
    <w:rsid w:val="006E585D"/>
    <w:rsid w:val="006F4CF1"/>
    <w:rsid w:val="00714589"/>
    <w:rsid w:val="00723715"/>
    <w:rsid w:val="007237F9"/>
    <w:rsid w:val="00726A64"/>
    <w:rsid w:val="00756FC1"/>
    <w:rsid w:val="0077287C"/>
    <w:rsid w:val="007B5B39"/>
    <w:rsid w:val="007C7161"/>
    <w:rsid w:val="007D6A19"/>
    <w:rsid w:val="008164AA"/>
    <w:rsid w:val="00820268"/>
    <w:rsid w:val="00831B57"/>
    <w:rsid w:val="008862C3"/>
    <w:rsid w:val="008A1796"/>
    <w:rsid w:val="008A6B00"/>
    <w:rsid w:val="008D31F6"/>
    <w:rsid w:val="008D691E"/>
    <w:rsid w:val="008E2659"/>
    <w:rsid w:val="008E29AB"/>
    <w:rsid w:val="008F52E6"/>
    <w:rsid w:val="00901B0F"/>
    <w:rsid w:val="00970112"/>
    <w:rsid w:val="00980BC9"/>
    <w:rsid w:val="009B1457"/>
    <w:rsid w:val="009B2E5E"/>
    <w:rsid w:val="009C2E24"/>
    <w:rsid w:val="009C4CAB"/>
    <w:rsid w:val="009C6453"/>
    <w:rsid w:val="009F6E97"/>
    <w:rsid w:val="00A0337C"/>
    <w:rsid w:val="00A236D3"/>
    <w:rsid w:val="00A5021F"/>
    <w:rsid w:val="00A62EB8"/>
    <w:rsid w:val="00A733CE"/>
    <w:rsid w:val="00AA3835"/>
    <w:rsid w:val="00AD4DB7"/>
    <w:rsid w:val="00B202A8"/>
    <w:rsid w:val="00B2508D"/>
    <w:rsid w:val="00B33E58"/>
    <w:rsid w:val="00B710C5"/>
    <w:rsid w:val="00B83486"/>
    <w:rsid w:val="00B841D0"/>
    <w:rsid w:val="00BA6758"/>
    <w:rsid w:val="00C21551"/>
    <w:rsid w:val="00C40299"/>
    <w:rsid w:val="00C54022"/>
    <w:rsid w:val="00C54764"/>
    <w:rsid w:val="00C67135"/>
    <w:rsid w:val="00CB57E2"/>
    <w:rsid w:val="00CC0F09"/>
    <w:rsid w:val="00CE13F2"/>
    <w:rsid w:val="00CE4266"/>
    <w:rsid w:val="00CF7983"/>
    <w:rsid w:val="00D122CC"/>
    <w:rsid w:val="00D16E66"/>
    <w:rsid w:val="00DA58B9"/>
    <w:rsid w:val="00DB68EF"/>
    <w:rsid w:val="00DC5B91"/>
    <w:rsid w:val="00DF0D06"/>
    <w:rsid w:val="00DF7757"/>
    <w:rsid w:val="00E06AFE"/>
    <w:rsid w:val="00E13D56"/>
    <w:rsid w:val="00E40361"/>
    <w:rsid w:val="00E71D1C"/>
    <w:rsid w:val="00E72953"/>
    <w:rsid w:val="00E90496"/>
    <w:rsid w:val="00EB0660"/>
    <w:rsid w:val="00F21354"/>
    <w:rsid w:val="00F21692"/>
    <w:rsid w:val="00F35AC0"/>
    <w:rsid w:val="00F456D9"/>
    <w:rsid w:val="00F7043C"/>
    <w:rsid w:val="00F727A0"/>
    <w:rsid w:val="00F7594E"/>
    <w:rsid w:val="00FA6D90"/>
    <w:rsid w:val="00FF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CFFED99"/>
  <w15:chartTrackingRefBased/>
  <w15:docId w15:val="{864776C8-D682-45DB-BB96-5A5C2B634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26A64"/>
    <w:pPr>
      <w:spacing w:after="60" w:line="360" w:lineRule="auto"/>
      <w:jc w:val="both"/>
    </w:pPr>
    <w:rPr>
      <w:rFonts w:ascii="Arial" w:eastAsiaTheme="minorEastAsia" w:hAnsi="Arial" w:cstheme="minorBidi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6A64"/>
    <w:pPr>
      <w:keepNext/>
      <w:keepLines/>
      <w:numPr>
        <w:numId w:val="20"/>
      </w:numPr>
      <w:spacing w:before="360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26A64"/>
    <w:pPr>
      <w:numPr>
        <w:ilvl w:val="1"/>
        <w:numId w:val="20"/>
      </w:numPr>
      <w:spacing w:before="120"/>
      <w:outlineLvl w:val="1"/>
    </w:pPr>
    <w:rPr>
      <w:rFonts w:eastAsiaTheme="majorEastAsia" w:cstheme="majorBidi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26A64"/>
    <w:pPr>
      <w:numPr>
        <w:ilvl w:val="2"/>
        <w:numId w:val="20"/>
      </w:numPr>
      <w:outlineLvl w:val="2"/>
    </w:pPr>
    <w:rPr>
      <w:rFonts w:eastAsiaTheme="majorEastAsia" w:cstheme="majorBidi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726A64"/>
    <w:pPr>
      <w:keepNext/>
      <w:keepLines/>
      <w:numPr>
        <w:ilvl w:val="3"/>
        <w:numId w:val="20"/>
      </w:numPr>
      <w:spacing w:before="40" w:after="0"/>
      <w:outlineLvl w:val="3"/>
    </w:pPr>
    <w:rPr>
      <w:rFonts w:eastAsiaTheme="majorEastAsia" w:cstheme="majorBidi"/>
      <w:iCs/>
    </w:rPr>
  </w:style>
  <w:style w:type="paragraph" w:styleId="Nagwek5">
    <w:name w:val="heading 5"/>
    <w:basedOn w:val="Normalny"/>
    <w:next w:val="Normalny"/>
    <w:link w:val="Nagwek5Znak"/>
    <w:uiPriority w:val="10"/>
    <w:semiHidden/>
    <w:unhideWhenUsed/>
    <w:qFormat/>
    <w:rsid w:val="00726A64"/>
    <w:pPr>
      <w:keepNext/>
      <w:keepLines/>
      <w:numPr>
        <w:ilvl w:val="4"/>
        <w:numId w:val="20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726A64"/>
    <w:pPr>
      <w:keepNext/>
      <w:keepLines/>
      <w:numPr>
        <w:ilvl w:val="5"/>
        <w:numId w:val="20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726A64"/>
    <w:pPr>
      <w:keepNext/>
      <w:keepLines/>
      <w:numPr>
        <w:ilvl w:val="6"/>
        <w:numId w:val="2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26A64"/>
    <w:pPr>
      <w:keepNext/>
      <w:keepLines/>
      <w:numPr>
        <w:ilvl w:val="7"/>
        <w:numId w:val="20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726A64"/>
    <w:pPr>
      <w:keepNext/>
      <w:keepLines/>
      <w:numPr>
        <w:ilvl w:val="8"/>
        <w:numId w:val="2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Przypis dolny"/>
    <w:uiPriority w:val="1"/>
    <w:qFormat/>
    <w:rsid w:val="00726A64"/>
    <w:pPr>
      <w:jc w:val="both"/>
    </w:pPr>
    <w:rPr>
      <w:rFonts w:ascii="Arial" w:eastAsiaTheme="minorEastAsia" w:hAnsi="Arial" w:cstheme="minorBidi"/>
      <w:sz w:val="14"/>
      <w:szCs w:val="22"/>
    </w:rPr>
  </w:style>
  <w:style w:type="paragraph" w:customStyle="1" w:styleId="Lista123">
    <w:name w:val="Lista 123"/>
    <w:basedOn w:val="Normalny"/>
    <w:next w:val="Normalny"/>
    <w:uiPriority w:val="1"/>
    <w:qFormat/>
    <w:rsid w:val="00726A64"/>
    <w:pPr>
      <w:numPr>
        <w:numId w:val="9"/>
      </w:numPr>
      <w:spacing w:line="276" w:lineRule="auto"/>
      <w:contextualSpacing/>
    </w:pPr>
    <w:rPr>
      <w:rFonts w:cs="Arial"/>
    </w:rPr>
  </w:style>
  <w:style w:type="paragraph" w:customStyle="1" w:styleId="listaabc">
    <w:name w:val="lista abc"/>
    <w:basedOn w:val="Normalny"/>
    <w:next w:val="Normalny"/>
    <w:uiPriority w:val="1"/>
    <w:qFormat/>
    <w:rsid w:val="00726A64"/>
    <w:pPr>
      <w:numPr>
        <w:numId w:val="10"/>
      </w:numPr>
      <w:spacing w:line="276" w:lineRule="auto"/>
      <w:contextualSpacing/>
    </w:pPr>
    <w:rPr>
      <w:rFonts w:eastAsia="Calibri" w:cs="Arial"/>
      <w:lang w:eastAsia="en-US" w:bidi="en-US"/>
    </w:rPr>
  </w:style>
  <w:style w:type="paragraph" w:customStyle="1" w:styleId="listakropkowa">
    <w:name w:val="lista kropkowa"/>
    <w:basedOn w:val="Normalny"/>
    <w:next w:val="Normalny"/>
    <w:uiPriority w:val="1"/>
    <w:qFormat/>
    <w:rsid w:val="00726A64"/>
    <w:pPr>
      <w:numPr>
        <w:numId w:val="11"/>
      </w:numPr>
      <w:spacing w:line="276" w:lineRule="auto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26A64"/>
    <w:rPr>
      <w:rFonts w:ascii="Arial" w:eastAsiaTheme="majorEastAsia" w:hAnsi="Arial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26A64"/>
    <w:rPr>
      <w:rFonts w:ascii="Arial" w:eastAsiaTheme="majorEastAsia" w:hAnsi="Arial" w:cstheme="majorBidi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26A64"/>
    <w:rPr>
      <w:rFonts w:ascii="Arial" w:eastAsiaTheme="majorEastAsia" w:hAnsi="Arial" w:cstheme="majorBidi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26A64"/>
    <w:rPr>
      <w:rFonts w:ascii="Arial" w:eastAsiaTheme="majorEastAsia" w:hAnsi="Arial" w:cstheme="majorBidi"/>
      <w:iCs/>
      <w:szCs w:val="22"/>
    </w:rPr>
  </w:style>
  <w:style w:type="character" w:customStyle="1" w:styleId="Nagwek5Znak">
    <w:name w:val="Nagłówek 5 Znak"/>
    <w:basedOn w:val="Domylnaczcionkaakapitu"/>
    <w:link w:val="Nagwek5"/>
    <w:uiPriority w:val="10"/>
    <w:semiHidden/>
    <w:rsid w:val="00726A64"/>
    <w:rPr>
      <w:rFonts w:asciiTheme="majorHAnsi" w:eastAsiaTheme="majorEastAsia" w:hAnsiTheme="majorHAnsi" w:cstheme="majorBidi"/>
      <w:color w:val="2E74B5" w:themeColor="accent1" w:themeShade="BF"/>
      <w:szCs w:val="22"/>
    </w:rPr>
  </w:style>
  <w:style w:type="character" w:customStyle="1" w:styleId="Nagwek6Znak">
    <w:name w:val="Nagłówek 6 Znak"/>
    <w:basedOn w:val="Domylnaczcionkaakapitu"/>
    <w:link w:val="Nagwek6"/>
    <w:semiHidden/>
    <w:rsid w:val="00726A64"/>
    <w:rPr>
      <w:rFonts w:asciiTheme="majorHAnsi" w:eastAsiaTheme="majorEastAsia" w:hAnsiTheme="majorHAnsi" w:cstheme="majorBidi"/>
      <w:color w:val="1F4D78" w:themeColor="accent1" w:themeShade="7F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726A64"/>
    <w:rPr>
      <w:rFonts w:asciiTheme="majorHAnsi" w:eastAsiaTheme="majorEastAsia" w:hAnsiTheme="majorHAnsi" w:cstheme="majorBidi"/>
      <w:i/>
      <w:iCs/>
      <w:color w:val="1F4D78" w:themeColor="accent1" w:themeShade="7F"/>
      <w:szCs w:val="22"/>
    </w:rPr>
  </w:style>
  <w:style w:type="character" w:customStyle="1" w:styleId="Nagwek8Znak">
    <w:name w:val="Nagłówek 8 Znak"/>
    <w:basedOn w:val="Domylnaczcionkaakapitu"/>
    <w:link w:val="Nagwek8"/>
    <w:semiHidden/>
    <w:rsid w:val="00726A6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semiHidden/>
    <w:rsid w:val="00726A6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podlistalistykropkowej">
    <w:name w:val="podlista listy kropkowej"/>
    <w:basedOn w:val="listakropkowa"/>
    <w:next w:val="Normalny"/>
    <w:uiPriority w:val="1"/>
    <w:qFormat/>
    <w:rsid w:val="00726A64"/>
    <w:pPr>
      <w:numPr>
        <w:numId w:val="21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26A64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26A64"/>
    <w:rPr>
      <w:rFonts w:ascii="Arial" w:eastAsiaTheme="minorEastAsia" w:hAnsi="Arial" w:cstheme="minorBidi"/>
    </w:rPr>
  </w:style>
  <w:style w:type="paragraph" w:customStyle="1" w:styleId="RYSUNEk">
    <w:name w:val="RYSUNEk"/>
    <w:basedOn w:val="Tekstprzypisudolnego"/>
    <w:link w:val="RYSUNEkZnak"/>
    <w:uiPriority w:val="2"/>
    <w:qFormat/>
    <w:rsid w:val="00726A64"/>
    <w:pPr>
      <w:spacing w:after="240"/>
      <w:ind w:left="142" w:hanging="142"/>
      <w:contextualSpacing/>
    </w:pPr>
    <w:rPr>
      <w:rFonts w:eastAsia="Times New Roman" w:cs="Times New Roman"/>
      <w:w w:val="90"/>
      <w:sz w:val="18"/>
      <w:szCs w:val="17"/>
      <w:lang w:eastAsia="en-US"/>
    </w:rPr>
  </w:style>
  <w:style w:type="character" w:customStyle="1" w:styleId="RYSUNEkZnak">
    <w:name w:val="RYSUNEk Znak"/>
    <w:link w:val="RYSUNEk"/>
    <w:uiPriority w:val="2"/>
    <w:rsid w:val="00726A64"/>
    <w:rPr>
      <w:rFonts w:ascii="Arial" w:hAnsi="Arial"/>
      <w:w w:val="90"/>
      <w:sz w:val="18"/>
      <w:szCs w:val="17"/>
      <w:lang w:eastAsia="en-US"/>
    </w:rPr>
  </w:style>
  <w:style w:type="paragraph" w:customStyle="1" w:styleId="TABELA">
    <w:name w:val="TABELA"/>
    <w:basedOn w:val="Normalny"/>
    <w:link w:val="TABELAZnak"/>
    <w:uiPriority w:val="2"/>
    <w:qFormat/>
    <w:rsid w:val="00726A64"/>
    <w:pPr>
      <w:spacing w:after="0" w:line="276" w:lineRule="auto"/>
    </w:pPr>
    <w:rPr>
      <w:rFonts w:eastAsia="Calibri" w:cs="Arial"/>
      <w:w w:val="90"/>
      <w:sz w:val="18"/>
      <w:lang w:eastAsia="en-US" w:bidi="en-US"/>
    </w:rPr>
  </w:style>
  <w:style w:type="character" w:customStyle="1" w:styleId="TABELAZnak">
    <w:name w:val="TABELA Znak"/>
    <w:link w:val="TABELA"/>
    <w:uiPriority w:val="2"/>
    <w:qFormat/>
    <w:rsid w:val="00726A64"/>
    <w:rPr>
      <w:rFonts w:ascii="Arial" w:eastAsia="Calibri" w:hAnsi="Arial" w:cs="Arial"/>
      <w:w w:val="90"/>
      <w:sz w:val="18"/>
      <w:szCs w:val="22"/>
      <w:lang w:eastAsia="en-US" w:bidi="en-US"/>
    </w:rPr>
  </w:style>
  <w:style w:type="table" w:styleId="Tabela-Siatka">
    <w:name w:val="Table Grid"/>
    <w:basedOn w:val="Standardowy"/>
    <w:rsid w:val="00726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E403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40361"/>
    <w:rPr>
      <w:rFonts w:ascii="Segoe UI" w:eastAsiaTheme="minorEastAsia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16E66"/>
    <w:rPr>
      <w:rFonts w:ascii="Arial" w:eastAsiaTheme="minorEastAsia" w:hAnsi="Arial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45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zysztof.aksinowicz\Documents\Niestandardowe%20szablony%20pakietu%20Office\IFVI%20-%202_druk_firmowy_lodzkie_kobr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12C00-6737-4D4A-A95C-51A5E2867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IFVI - 2_druk_firmowy_lodzkie_kobro.dotx</Template>
  <TotalTime>3</TotalTime>
  <Pages>1</Pages>
  <Words>144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Krzysztof Aksinowicz</dc:creator>
  <cp:keywords/>
  <cp:lastModifiedBy>Krzysztof Aksinowicz</cp:lastModifiedBy>
  <cp:revision>10</cp:revision>
  <cp:lastPrinted>2018-02-27T13:02:00Z</cp:lastPrinted>
  <dcterms:created xsi:type="dcterms:W3CDTF">2025-03-31T10:39:00Z</dcterms:created>
  <dcterms:modified xsi:type="dcterms:W3CDTF">2025-04-09T08:26:00Z</dcterms:modified>
  <cp:contentStatus>Wersja ostateczna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